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7BBF6E6" w:rsidR="00055BC9" w:rsidRDefault="00603F2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C345EB1">
                    <wp:simplePos x="0" y="0"/>
                    <wp:positionH relativeFrom="margin">
                      <wp:posOffset>4729480</wp:posOffset>
                    </wp:positionH>
                    <wp:positionV relativeFrom="page">
                      <wp:posOffset>247650</wp:posOffset>
                    </wp:positionV>
                    <wp:extent cx="1698625" cy="542925"/>
                    <wp:effectExtent l="0" t="0" r="0" b="9525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98625" cy="5429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749A80F" w:rsidR="00313E59" w:rsidRDefault="00603F2D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 2025_001320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2.4pt;margin-top:19.5pt;width:133.75pt;height:42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749A80F" w:rsidR="00313E59" w:rsidRDefault="00603F2D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 2025_001320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67E562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29015FD5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296D43F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70415B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Draguignan</w:t>
                                </w:r>
                              </w:p>
                              <w:p w14:paraId="51374730" w14:textId="51F40E4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70415B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296D43F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70415B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Draguignan</w:t>
                          </w:r>
                        </w:p>
                        <w:p w14:paraId="51374730" w14:textId="51F40E4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70415B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861A78C" w14:textId="77777777" w:rsidR="005C5E77" w:rsidRDefault="00AE4E81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BE4A3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Exploitation et maintenance des installations </w:t>
                                </w:r>
                              </w:p>
                              <w:p w14:paraId="249EA726" w14:textId="638CB752" w:rsidR="00AE4E81" w:rsidRPr="00BE4A33" w:rsidRDefault="00AE4E81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BE4A3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d’eau potable, d’assainissement et des stations de lavage</w:t>
                                </w:r>
                                <w:r w:rsidR="00313E59" w:rsidRPr="00BE4A3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</w:p>
                              <w:p w14:paraId="51374732" w14:textId="04EFF690" w:rsidR="00313E59" w:rsidRPr="00005185" w:rsidRDefault="00313E59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bookmarkStart w:id="0" w:name="_GoBack"/>
                                <w:r w:rsidRPr="00BE4A3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de la base de défense de </w:t>
                                </w:r>
                                <w:r w:rsidR="00AE4E81" w:rsidRPr="00BE4A3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d</w:t>
                                </w:r>
                                <w:r w:rsidR="0070415B" w:rsidRPr="00BE4A3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raguignan</w:t>
                                </w:r>
                              </w:p>
                              <w:bookmarkEnd w:id="0"/>
                              <w:p w14:paraId="51374734" w14:textId="3E81BCE6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70415B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06 et 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861A78C" w14:textId="77777777" w:rsidR="005C5E77" w:rsidRDefault="00AE4E81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BE4A3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Exploitation et maintenance des installations </w:t>
                          </w:r>
                        </w:p>
                        <w:p w14:paraId="249EA726" w14:textId="638CB752" w:rsidR="00AE4E81" w:rsidRPr="00BE4A33" w:rsidRDefault="00AE4E81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BE4A3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d’eau potable, d’assainissement et des stations de lavage</w:t>
                          </w:r>
                          <w:r w:rsidR="00313E59" w:rsidRPr="00BE4A3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</w:t>
                          </w:r>
                        </w:p>
                        <w:p w14:paraId="51374732" w14:textId="04EFF690" w:rsidR="00313E59" w:rsidRPr="00005185" w:rsidRDefault="00313E59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bookmarkStart w:id="1" w:name="_GoBack"/>
                          <w:r w:rsidRPr="00BE4A3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de la base de défense de </w:t>
                          </w:r>
                          <w:r w:rsidR="00AE4E81" w:rsidRPr="00BE4A3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d</w:t>
                          </w:r>
                          <w:r w:rsidR="0070415B" w:rsidRPr="00BE4A3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raguignan</w:t>
                          </w:r>
                        </w:p>
                        <w:bookmarkEnd w:id="1"/>
                        <w:p w14:paraId="51374734" w14:textId="3E81BCE6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70415B">
                            <w:rPr>
                              <w:rFonts w:cs="Arial"/>
                              <w:sz w:val="22"/>
                              <w:szCs w:val="22"/>
                            </w:rPr>
                            <w:t>06 et 83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120E33F0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5C5E77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3D015D14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A91664">
              <w:rPr>
                <w:b/>
                <w:bCs/>
              </w:rPr>
              <w:t>2 points</w:t>
            </w:r>
          </w:p>
          <w:p w14:paraId="00952A24" w14:textId="602F5CF0" w:rsidR="003474AD" w:rsidRPr="00590B00" w:rsidRDefault="00BA493C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Cs w:val="20"/>
              </w:rPr>
              <w:t>M</w:t>
            </w:r>
            <w:r w:rsidR="00590B00" w:rsidRPr="00590B00">
              <w:rPr>
                <w:szCs w:val="20"/>
              </w:rPr>
              <w:t>esures prises pour valoriser la réparation plutôt que le remplacement d’une pièce défectueuse</w:t>
            </w:r>
            <w:r>
              <w:rPr>
                <w:szCs w:val="20"/>
              </w:rPr>
              <w:t>.</w:t>
            </w:r>
            <w:r w:rsidR="003474AD" w:rsidRPr="00590B00">
              <w:rPr>
                <w:sz w:val="18"/>
                <w:szCs w:val="18"/>
              </w:rPr>
              <w:t xml:space="preserve"> </w:t>
            </w:r>
            <w:r w:rsidR="00590B00" w:rsidRPr="00590B00">
              <w:rPr>
                <w:sz w:val="18"/>
                <w:szCs w:val="18"/>
              </w:rPr>
              <w:t>(</w:t>
            </w:r>
            <w:r w:rsidR="00A91664">
              <w:rPr>
                <w:sz w:val="18"/>
                <w:szCs w:val="18"/>
              </w:rPr>
              <w:t>1 point</w:t>
            </w:r>
            <w:r w:rsidR="00590B00" w:rsidRPr="00590B00">
              <w:rPr>
                <w:sz w:val="18"/>
                <w:szCs w:val="18"/>
              </w:rPr>
              <w:t>)</w:t>
            </w:r>
          </w:p>
          <w:p w14:paraId="513746FC" w14:textId="601FC084" w:rsidR="00590B00" w:rsidRPr="00590B00" w:rsidRDefault="00BA493C" w:rsidP="00A91664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 w:rsidR="00590B00">
              <w:rPr>
                <w:sz w:val="18"/>
                <w:szCs w:val="18"/>
              </w:rPr>
              <w:t>. (</w:t>
            </w:r>
            <w:r w:rsidR="00A91664">
              <w:rPr>
                <w:sz w:val="18"/>
                <w:szCs w:val="18"/>
              </w:rPr>
              <w:t>1 point</w:t>
            </w:r>
            <w:r w:rsidR="00590B00">
              <w:rPr>
                <w:sz w:val="18"/>
                <w:szCs w:val="1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56362229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  <w:r w:rsidR="00A91664">
              <w:rPr>
                <w:b/>
                <w:bCs/>
              </w:rPr>
              <w:t>2 points</w:t>
            </w:r>
          </w:p>
          <w:p w14:paraId="51374700" w14:textId="0358B73C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BA493C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="00BA493C">
              <w:rPr>
                <w:sz w:val="18"/>
                <w:szCs w:val="18"/>
              </w:rPr>
              <w:t>.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A91664">
              <w:rPr>
                <w:b/>
                <w:sz w:val="18"/>
                <w:szCs w:val="18"/>
              </w:rPr>
              <w:t>1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  <w:p w14:paraId="51374701" w14:textId="355615B1" w:rsidR="003474AD" w:rsidRPr="001D569F" w:rsidRDefault="003474AD" w:rsidP="00A916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BA493C">
              <w:rPr>
                <w:sz w:val="18"/>
                <w:szCs w:val="18"/>
              </w:rPr>
              <w:t>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(TrackDéchets)</w:t>
            </w:r>
            <w:r w:rsidR="00BA493C">
              <w:rPr>
                <w:sz w:val="18"/>
                <w:szCs w:val="18"/>
              </w:rPr>
              <w:t>.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A91664">
              <w:rPr>
                <w:b/>
                <w:sz w:val="18"/>
                <w:szCs w:val="18"/>
              </w:rPr>
              <w:t>1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7E09A36F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>Mise en œuvre d’actions éco-responsables</w:t>
            </w:r>
            <w:r w:rsidRPr="001D569F">
              <w:rPr>
                <w:b/>
                <w:bCs/>
              </w:rPr>
              <w:t xml:space="preserve"> : </w:t>
            </w:r>
            <w:r w:rsidR="00A91664">
              <w:rPr>
                <w:b/>
                <w:bCs/>
              </w:rPr>
              <w:t>0,5 point</w:t>
            </w:r>
          </w:p>
          <w:p w14:paraId="3987E673" w14:textId="66505422" w:rsidR="00F36E82" w:rsidRDefault="00BA493C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52BAC030" w:rsidR="00F36E82" w:rsidRPr="00F36E82" w:rsidRDefault="00BA493C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Des </w:t>
            </w:r>
            <w:r w:rsidR="00590B00" w:rsidRPr="00F36E82">
              <w:rPr>
                <w:sz w:val="18"/>
                <w:szCs w:val="18"/>
              </w:rPr>
              <w:t>déplacements (véhicules propres, mise en place d’une politique volontariste de réduction des consommations du carburant - écoconduite) ;</w:t>
            </w:r>
            <w:r w:rsidR="00F36E82"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41FF1B9F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r w:rsidR="00A91664">
              <w:rPr>
                <w:b/>
              </w:rPr>
              <w:t>0,5 point</w:t>
            </w:r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C5E77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3104"/>
    <w:rsid w:val="00344CAD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5E77"/>
    <w:rsid w:val="005D5D11"/>
    <w:rsid w:val="005E15D9"/>
    <w:rsid w:val="005E7372"/>
    <w:rsid w:val="005F1279"/>
    <w:rsid w:val="005F445C"/>
    <w:rsid w:val="005F51D7"/>
    <w:rsid w:val="005F6470"/>
    <w:rsid w:val="00603F2D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805C6"/>
    <w:rsid w:val="006947F8"/>
    <w:rsid w:val="006A0D6A"/>
    <w:rsid w:val="006A1A77"/>
    <w:rsid w:val="006B767A"/>
    <w:rsid w:val="006C3B18"/>
    <w:rsid w:val="006F348D"/>
    <w:rsid w:val="00701035"/>
    <w:rsid w:val="00703893"/>
    <w:rsid w:val="0070415B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1664"/>
    <w:rsid w:val="00A97745"/>
    <w:rsid w:val="00AC4351"/>
    <w:rsid w:val="00AC5302"/>
    <w:rsid w:val="00AD4367"/>
    <w:rsid w:val="00AD4457"/>
    <w:rsid w:val="00AE0672"/>
    <w:rsid w:val="00AE4899"/>
    <w:rsid w:val="00AE4E81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493C"/>
    <w:rsid w:val="00BA6236"/>
    <w:rsid w:val="00BC69E5"/>
    <w:rsid w:val="00BE4040"/>
    <w:rsid w:val="00BE4A33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19BF4E2-3830-4B65-9B6A-46D51415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26</TotalTime>
  <Pages>2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PADOVANI Laurent AGT TECH P2CL DEF</cp:lastModifiedBy>
  <cp:revision>11</cp:revision>
  <dcterms:created xsi:type="dcterms:W3CDTF">2025-04-15T14:07:00Z</dcterms:created>
  <dcterms:modified xsi:type="dcterms:W3CDTF">2025-10-13T12:13:00Z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